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CE" w:rsidRDefault="00165FCE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165FCE" w:rsidRDefault="00165FCE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165FCE" w:rsidRDefault="00165FCE">
      <w:pPr>
        <w:rPr>
          <w:rFonts w:ascii="Times New Roman" w:hAnsi="Times New Roman"/>
          <w:b/>
          <w:color w:val="333333"/>
          <w:sz w:val="32"/>
          <w:szCs w:val="32"/>
          <w:shd w:val="clear" w:color="auto" w:fill="FFFFFF"/>
        </w:rPr>
      </w:pPr>
      <w:r>
        <w:rPr>
          <w:rFonts w:hint="eastAsia"/>
          <w:szCs w:val="21"/>
        </w:rPr>
        <w:t>标准名称：</w:t>
      </w:r>
      <w:r>
        <w:rPr>
          <w:rFonts w:hint="eastAsia"/>
        </w:rPr>
        <w:t>中华鳖</w:t>
      </w:r>
      <w:r w:rsidRPr="00845D28">
        <w:rPr>
          <w:rFonts w:hint="eastAsia"/>
        </w:rPr>
        <w:t>良种选</w:t>
      </w:r>
      <w:r>
        <w:rPr>
          <w:rFonts w:hint="eastAsia"/>
        </w:rPr>
        <w:t>育</w:t>
      </w:r>
      <w:r w:rsidRPr="00845D28">
        <w:rPr>
          <w:rFonts w:hint="eastAsia"/>
        </w:rPr>
        <w:t>技术</w:t>
      </w:r>
      <w:r>
        <w:rPr>
          <w:rFonts w:hint="eastAsia"/>
        </w:rPr>
        <w:t>规程</w:t>
      </w:r>
    </w:p>
    <w:p w:rsidR="00165FCE" w:rsidRDefault="00165FCE">
      <w:pPr>
        <w:rPr>
          <w:rFonts w:ascii="宋体" w:cs="宋体"/>
          <w:color w:val="000000"/>
          <w:kern w:val="0"/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ascii="宋体" w:cs="宋体" w:hint="eastAsia"/>
          <w:color w:val="000000"/>
          <w:kern w:val="0"/>
          <w:szCs w:val="21"/>
        </w:rPr>
        <w:t>长沙学院</w:t>
      </w:r>
    </w:p>
    <w:p w:rsidR="00165FCE" w:rsidRDefault="00165FCE">
      <w:pPr>
        <w:rPr>
          <w:szCs w:val="21"/>
        </w:rPr>
      </w:pPr>
      <w:r>
        <w:rPr>
          <w:rFonts w:hint="eastAsia"/>
          <w:szCs w:val="21"/>
        </w:rPr>
        <w:t>联系人：向静</w:t>
      </w:r>
    </w:p>
    <w:p w:rsidR="00165FCE" w:rsidRDefault="00165FCE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   18908468212</w:t>
      </w:r>
      <w:bookmarkStart w:id="0" w:name="_GoBack"/>
      <w:bookmarkEnd w:id="0"/>
      <w:r>
        <w:rPr>
          <w:szCs w:val="21"/>
        </w:rPr>
        <w:t xml:space="preserve">     E-mail</w:t>
      </w:r>
      <w:r>
        <w:rPr>
          <w:rFonts w:hint="eastAsia"/>
          <w:szCs w:val="21"/>
        </w:rPr>
        <w:t>：</w:t>
      </w:r>
      <w:r>
        <w:rPr>
          <w:szCs w:val="21"/>
        </w:rPr>
        <w:t>693673577@qq.com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20"/>
        <w:gridCol w:w="1980"/>
        <w:gridCol w:w="3780"/>
        <w:gridCol w:w="2160"/>
      </w:tblGrid>
      <w:tr w:rsidR="00165FCE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165FCE" w:rsidRDefault="00165FCE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165FCE" w:rsidRDefault="00165FCE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165FCE" w:rsidRDefault="00165FCE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165FCE" w:rsidRDefault="00165FCE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165FCE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165FCE" w:rsidRDefault="00165FCE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165FCE" w:rsidRDefault="00165FCE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165FCE" w:rsidRDefault="00165FCE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165FCE" w:rsidRDefault="00165FCE">
            <w:pPr>
              <w:spacing w:line="360" w:lineRule="auto"/>
            </w:pPr>
          </w:p>
        </w:tc>
      </w:tr>
    </w:tbl>
    <w:p w:rsidR="00165FCE" w:rsidRDefault="00165FCE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165FCE" w:rsidRDefault="00165FCE"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t>5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日前反馈）</w:t>
      </w:r>
    </w:p>
    <w:sectPr w:rsidR="00165FCE" w:rsidSect="00D5395B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FCE" w:rsidRDefault="00165FCE" w:rsidP="00D5395B">
      <w:r>
        <w:separator/>
      </w:r>
    </w:p>
  </w:endnote>
  <w:endnote w:type="continuationSeparator" w:id="0">
    <w:p w:rsidR="00165FCE" w:rsidRDefault="00165FCE" w:rsidP="00D53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FCE" w:rsidRDefault="00165FCE">
    <w:pPr>
      <w:pStyle w:val="Footer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Pr="00DF2B36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165FCE" w:rsidRDefault="00165F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FCE" w:rsidRDefault="00165FCE" w:rsidP="00D5395B">
      <w:r>
        <w:separator/>
      </w:r>
    </w:p>
  </w:footnote>
  <w:footnote w:type="continuationSeparator" w:id="0">
    <w:p w:rsidR="00165FCE" w:rsidRDefault="00165FCE" w:rsidP="00D539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984"/>
    <w:rsid w:val="00022DDE"/>
    <w:rsid w:val="00123797"/>
    <w:rsid w:val="00165FCE"/>
    <w:rsid w:val="00191E6D"/>
    <w:rsid w:val="001D530F"/>
    <w:rsid w:val="00206C96"/>
    <w:rsid w:val="00315CE7"/>
    <w:rsid w:val="003169C9"/>
    <w:rsid w:val="0039475C"/>
    <w:rsid w:val="003C00C1"/>
    <w:rsid w:val="005360DD"/>
    <w:rsid w:val="00540BBF"/>
    <w:rsid w:val="00546C51"/>
    <w:rsid w:val="005B0A19"/>
    <w:rsid w:val="005D6155"/>
    <w:rsid w:val="005E5637"/>
    <w:rsid w:val="0066414A"/>
    <w:rsid w:val="006A6B95"/>
    <w:rsid w:val="007474B2"/>
    <w:rsid w:val="007B3CF1"/>
    <w:rsid w:val="007C5D48"/>
    <w:rsid w:val="00845D28"/>
    <w:rsid w:val="008773E4"/>
    <w:rsid w:val="0099782B"/>
    <w:rsid w:val="009A0C54"/>
    <w:rsid w:val="009A3FBC"/>
    <w:rsid w:val="00B07984"/>
    <w:rsid w:val="00BE1A8A"/>
    <w:rsid w:val="00BF7FB5"/>
    <w:rsid w:val="00D5395B"/>
    <w:rsid w:val="00D84BF9"/>
    <w:rsid w:val="00DB3982"/>
    <w:rsid w:val="00DD3822"/>
    <w:rsid w:val="00DF2B36"/>
    <w:rsid w:val="00E446C2"/>
    <w:rsid w:val="00EE3ADA"/>
    <w:rsid w:val="00F0025F"/>
    <w:rsid w:val="00F119CC"/>
    <w:rsid w:val="00F51287"/>
    <w:rsid w:val="00FF1C67"/>
    <w:rsid w:val="1AA46344"/>
    <w:rsid w:val="1C256754"/>
    <w:rsid w:val="1D537B69"/>
    <w:rsid w:val="1DF51CE6"/>
    <w:rsid w:val="275224A2"/>
    <w:rsid w:val="2E233349"/>
    <w:rsid w:val="501500B0"/>
    <w:rsid w:val="61A0775C"/>
    <w:rsid w:val="6A626782"/>
    <w:rsid w:val="6B917E6F"/>
    <w:rsid w:val="6D7D347D"/>
    <w:rsid w:val="6E0E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5B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5395B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395B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rsid w:val="00D539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395B"/>
    <w:rPr>
      <w:rFonts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35</Words>
  <Characters>203</Characters>
  <Application>Microsoft Office Outlook</Application>
  <DocSecurity>0</DocSecurity>
  <Lines>0</Lines>
  <Paragraphs>0</Paragraphs>
  <ScaleCrop>false</ScaleCrop>
  <Company>GSJ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江为民</cp:lastModifiedBy>
  <cp:revision>3</cp:revision>
  <dcterms:created xsi:type="dcterms:W3CDTF">2023-03-30T00:33:00Z</dcterms:created>
  <dcterms:modified xsi:type="dcterms:W3CDTF">2023-05-19T02:27:00Z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CA5EB64680D34F01B8D7B63126D21AD1</vt:lpwstr>
  </property>
</Properties>
</file>